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070568">
          <w:headerReference w:type="even" r:id="rId8"/>
          <w:footerReference w:type="default" r:id="rId9"/>
          <w:footerReference w:type="first" r:id="rId10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2C7AB6" w:rsidTr="002C7AB6">
        <w:tc>
          <w:tcPr>
            <w:tcW w:w="5428" w:type="dxa"/>
          </w:tcPr>
          <w:p w:rsidR="00190FF9" w:rsidRPr="002C7AB6" w:rsidRDefault="00190FF9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90FF9" w:rsidRDefault="00190FF9" w:rsidP="00070568">
            <w:pPr>
              <w:rPr>
                <w:rFonts w:ascii="Times New Roman" w:hAnsi="Times New Roman"/>
                <w:sz w:val="28"/>
                <w:szCs w:val="28"/>
              </w:rPr>
            </w:pPr>
            <w:r w:rsidRPr="002C7A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CF50A2">
              <w:rPr>
                <w:rFonts w:ascii="Times New Roman" w:hAnsi="Times New Roman"/>
                <w:sz w:val="28"/>
                <w:szCs w:val="28"/>
              </w:rPr>
              <w:t>№ 16</w:t>
            </w:r>
          </w:p>
          <w:p w:rsidR="006E3BD8" w:rsidRDefault="006E3BD8" w:rsidP="000705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6E3BD8" w:rsidRPr="002C7AB6" w:rsidRDefault="006E3BD8" w:rsidP="000705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070568" w:rsidRPr="002C7AB6" w:rsidTr="002C7AB6">
        <w:tc>
          <w:tcPr>
            <w:tcW w:w="5428" w:type="dxa"/>
          </w:tcPr>
          <w:p w:rsidR="00070568" w:rsidRPr="002C7AB6" w:rsidRDefault="00070568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070568" w:rsidRPr="002C7AB6" w:rsidRDefault="00974580" w:rsidP="0007056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09.04.2019 № 103</w:t>
            </w:r>
            <w:bookmarkStart w:id="0" w:name="_GoBack"/>
            <w:bookmarkEnd w:id="0"/>
          </w:p>
        </w:tc>
      </w:tr>
      <w:tr w:rsidR="00070568" w:rsidRPr="002C7AB6" w:rsidTr="002C7AB6">
        <w:tc>
          <w:tcPr>
            <w:tcW w:w="5428" w:type="dxa"/>
          </w:tcPr>
          <w:p w:rsidR="00070568" w:rsidRPr="002C7AB6" w:rsidRDefault="00070568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070568" w:rsidRPr="002C7AB6" w:rsidRDefault="00070568" w:rsidP="0007056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70568" w:rsidRDefault="00070568" w:rsidP="000C183C">
      <w:pPr>
        <w:jc w:val="center"/>
        <w:rPr>
          <w:rFonts w:ascii="Times New Roman" w:hAnsi="Times New Roman"/>
          <w:sz w:val="28"/>
          <w:szCs w:val="28"/>
        </w:rPr>
      </w:pPr>
    </w:p>
    <w:p w:rsidR="000C183C" w:rsidRPr="000C183C" w:rsidRDefault="000C183C" w:rsidP="000C183C">
      <w:pPr>
        <w:jc w:val="center"/>
        <w:rPr>
          <w:rFonts w:ascii="Times New Roman" w:hAnsi="Times New Roman"/>
          <w:sz w:val="28"/>
          <w:szCs w:val="28"/>
        </w:rPr>
      </w:pPr>
      <w:r w:rsidRPr="000C183C">
        <w:rPr>
          <w:rFonts w:ascii="Times New Roman" w:hAnsi="Times New Roman"/>
          <w:sz w:val="28"/>
          <w:szCs w:val="28"/>
        </w:rPr>
        <w:t>Региональный перечень</w:t>
      </w:r>
    </w:p>
    <w:p w:rsidR="00070568" w:rsidRDefault="000C183C" w:rsidP="000C183C">
      <w:pPr>
        <w:jc w:val="center"/>
        <w:rPr>
          <w:rFonts w:ascii="Times New Roman" w:hAnsi="Times New Roman"/>
          <w:sz w:val="28"/>
          <w:szCs w:val="28"/>
        </w:rPr>
      </w:pPr>
      <w:r w:rsidRPr="000C183C">
        <w:rPr>
          <w:rFonts w:ascii="Times New Roman" w:hAnsi="Times New Roman"/>
          <w:sz w:val="28"/>
          <w:szCs w:val="28"/>
        </w:rPr>
        <w:t>минимума необходимых работ (услуг) в торфяной отрасли экономики,</w:t>
      </w:r>
    </w:p>
    <w:p w:rsidR="00070568" w:rsidRDefault="000C183C" w:rsidP="000C183C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0C183C">
        <w:rPr>
          <w:rFonts w:ascii="Times New Roman" w:hAnsi="Times New Roman"/>
          <w:sz w:val="28"/>
          <w:szCs w:val="28"/>
        </w:rPr>
        <w:t>выполняемых</w:t>
      </w:r>
      <w:proofErr w:type="gramEnd"/>
      <w:r w:rsidRPr="000C183C">
        <w:rPr>
          <w:rFonts w:ascii="Times New Roman" w:hAnsi="Times New Roman"/>
          <w:sz w:val="28"/>
          <w:szCs w:val="28"/>
        </w:rPr>
        <w:t xml:space="preserve"> в период проведения забастовки работниками</w:t>
      </w:r>
    </w:p>
    <w:p w:rsidR="00070568" w:rsidRDefault="000C183C" w:rsidP="000C183C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0C183C">
        <w:rPr>
          <w:rFonts w:ascii="Times New Roman" w:hAnsi="Times New Roman"/>
          <w:sz w:val="28"/>
          <w:szCs w:val="28"/>
        </w:rPr>
        <w:t>организаций (филиалов, представительств или иных обособленных</w:t>
      </w:r>
      <w:proofErr w:type="gramEnd"/>
    </w:p>
    <w:p w:rsidR="00070568" w:rsidRDefault="000C183C" w:rsidP="000C183C">
      <w:pPr>
        <w:jc w:val="center"/>
        <w:rPr>
          <w:rFonts w:ascii="Times New Roman" w:hAnsi="Times New Roman"/>
          <w:sz w:val="28"/>
          <w:szCs w:val="28"/>
        </w:rPr>
      </w:pPr>
      <w:r w:rsidRPr="000C183C">
        <w:rPr>
          <w:rFonts w:ascii="Times New Roman" w:hAnsi="Times New Roman"/>
          <w:sz w:val="28"/>
          <w:szCs w:val="28"/>
        </w:rPr>
        <w:t>структурных подразделений), индивидуальных предпринимателей,</w:t>
      </w:r>
    </w:p>
    <w:p w:rsidR="00070568" w:rsidRDefault="000C183C" w:rsidP="000C183C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0C183C">
        <w:rPr>
          <w:rFonts w:ascii="Times New Roman" w:hAnsi="Times New Roman"/>
          <w:sz w:val="28"/>
          <w:szCs w:val="28"/>
        </w:rPr>
        <w:t>деятельность</w:t>
      </w:r>
      <w:proofErr w:type="gramEnd"/>
      <w:r w:rsidRPr="000C183C">
        <w:rPr>
          <w:rFonts w:ascii="Times New Roman" w:hAnsi="Times New Roman"/>
          <w:sz w:val="28"/>
          <w:szCs w:val="28"/>
        </w:rPr>
        <w:t xml:space="preserve"> которых связана с безопасностью людей, обеспечением</w:t>
      </w:r>
    </w:p>
    <w:p w:rsidR="000C183C" w:rsidRPr="000C183C" w:rsidRDefault="000C183C" w:rsidP="000C183C">
      <w:pPr>
        <w:jc w:val="center"/>
        <w:rPr>
          <w:rFonts w:ascii="Times New Roman" w:hAnsi="Times New Roman"/>
          <w:sz w:val="28"/>
          <w:szCs w:val="28"/>
        </w:rPr>
      </w:pPr>
      <w:r w:rsidRPr="000C183C">
        <w:rPr>
          <w:rFonts w:ascii="Times New Roman" w:hAnsi="Times New Roman"/>
          <w:sz w:val="28"/>
          <w:szCs w:val="28"/>
        </w:rPr>
        <w:t>их здоровья и жизненно важных интересов общества</w:t>
      </w:r>
    </w:p>
    <w:p w:rsidR="000C183C" w:rsidRPr="000C183C" w:rsidRDefault="000C183C" w:rsidP="000C183C">
      <w:pPr>
        <w:jc w:val="center"/>
        <w:rPr>
          <w:rFonts w:ascii="Times New Roman" w:hAnsi="Times New Roman"/>
          <w:sz w:val="28"/>
          <w:szCs w:val="28"/>
        </w:rPr>
      </w:pPr>
    </w:p>
    <w:p w:rsidR="000C183C" w:rsidRPr="000C183C" w:rsidRDefault="004902EE" w:rsidP="0067044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C183C" w:rsidRPr="000C183C">
        <w:rPr>
          <w:rFonts w:ascii="Times New Roman" w:hAnsi="Times New Roman"/>
          <w:sz w:val="28"/>
          <w:szCs w:val="28"/>
        </w:rPr>
        <w:t xml:space="preserve"> Работы, связанные с технологическими процессами по обеспечению производства торфа и торфяных брикетов, выполнение </w:t>
      </w:r>
      <w:proofErr w:type="gramStart"/>
      <w:r w:rsidR="000C183C" w:rsidRPr="000C183C">
        <w:rPr>
          <w:rFonts w:ascii="Times New Roman" w:hAnsi="Times New Roman"/>
          <w:sz w:val="28"/>
          <w:szCs w:val="28"/>
        </w:rPr>
        <w:t>условий</w:t>
      </w:r>
      <w:proofErr w:type="gramEnd"/>
      <w:r w:rsidR="000C183C" w:rsidRPr="000C183C">
        <w:rPr>
          <w:rFonts w:ascii="Times New Roman" w:hAnsi="Times New Roman"/>
          <w:sz w:val="28"/>
          <w:szCs w:val="28"/>
        </w:rPr>
        <w:t xml:space="preserve"> производства которых необходим</w:t>
      </w:r>
      <w:r w:rsidR="00070568">
        <w:rPr>
          <w:rFonts w:ascii="Times New Roman" w:hAnsi="Times New Roman"/>
          <w:sz w:val="28"/>
          <w:szCs w:val="28"/>
        </w:rPr>
        <w:t>о</w:t>
      </w:r>
      <w:r w:rsidR="000C183C" w:rsidRPr="000C183C">
        <w:rPr>
          <w:rFonts w:ascii="Times New Roman" w:hAnsi="Times New Roman"/>
          <w:sz w:val="28"/>
          <w:szCs w:val="28"/>
        </w:rPr>
        <w:t xml:space="preserve"> для безаварийной остановки производства в этот период и в пределах действующих регламентных норм </w:t>
      </w:r>
      <w:r w:rsidR="001D264E">
        <w:rPr>
          <w:rFonts w:ascii="Times New Roman" w:hAnsi="Times New Roman"/>
          <w:sz w:val="28"/>
          <w:szCs w:val="28"/>
        </w:rPr>
        <w:t xml:space="preserve">и </w:t>
      </w:r>
      <w:r w:rsidR="000C183C" w:rsidRPr="000C183C">
        <w:rPr>
          <w:rFonts w:ascii="Times New Roman" w:hAnsi="Times New Roman"/>
          <w:sz w:val="28"/>
          <w:szCs w:val="28"/>
        </w:rPr>
        <w:t>в границах конкретного предприятия (организации) (видов экономической деятельности).</w:t>
      </w:r>
    </w:p>
    <w:p w:rsidR="000C183C" w:rsidRPr="000C183C" w:rsidRDefault="000C183C" w:rsidP="000C183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C183C">
        <w:rPr>
          <w:rFonts w:ascii="Times New Roman" w:hAnsi="Times New Roman"/>
          <w:sz w:val="28"/>
          <w:szCs w:val="28"/>
        </w:rPr>
        <w:t>2.</w:t>
      </w:r>
      <w:r w:rsidR="00070568">
        <w:rPr>
          <w:rFonts w:ascii="Times New Roman" w:hAnsi="Times New Roman"/>
          <w:sz w:val="28"/>
          <w:szCs w:val="28"/>
        </w:rPr>
        <w:t> </w:t>
      </w:r>
      <w:r w:rsidRPr="000C183C">
        <w:rPr>
          <w:rFonts w:ascii="Times New Roman" w:hAnsi="Times New Roman"/>
          <w:sz w:val="28"/>
          <w:szCs w:val="28"/>
        </w:rPr>
        <w:t>Работы по техническому обслуживанию, профилактическому ремонту торфодобывающих погрузочно-разгрузочных машин и оборудования, связанных с непрерывной выработкой и отпуском торфяного топлива на объекты электроэнергетики в пределах их неснижаемого запаса.</w:t>
      </w:r>
    </w:p>
    <w:p w:rsidR="000C183C" w:rsidRPr="000C183C" w:rsidRDefault="00070568" w:rsidP="000C183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0C183C" w:rsidRPr="000C183C">
        <w:rPr>
          <w:rFonts w:ascii="Times New Roman" w:hAnsi="Times New Roman"/>
          <w:sz w:val="28"/>
          <w:szCs w:val="28"/>
        </w:rPr>
        <w:t xml:space="preserve">Работы противопожарной защиты и контроля технологического процесса и </w:t>
      </w:r>
      <w:proofErr w:type="spellStart"/>
      <w:r w:rsidR="000C183C" w:rsidRPr="000C183C">
        <w:rPr>
          <w:rFonts w:ascii="Times New Roman" w:hAnsi="Times New Roman"/>
          <w:sz w:val="28"/>
          <w:szCs w:val="28"/>
        </w:rPr>
        <w:t>пожаро</w:t>
      </w:r>
      <w:proofErr w:type="spellEnd"/>
      <w:r w:rsidR="000C183C" w:rsidRPr="000C183C">
        <w:rPr>
          <w:rFonts w:ascii="Times New Roman" w:hAnsi="Times New Roman"/>
          <w:sz w:val="28"/>
          <w:szCs w:val="28"/>
        </w:rPr>
        <w:t>-взрывоопасных производственных объектов (торфобрикетных заводов, площадей добычи торфа).</w:t>
      </w:r>
    </w:p>
    <w:p w:rsidR="000C183C" w:rsidRPr="000C183C" w:rsidRDefault="00070568" w:rsidP="000C183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0C183C" w:rsidRPr="000C183C">
        <w:rPr>
          <w:rFonts w:ascii="Times New Roman" w:hAnsi="Times New Roman"/>
          <w:sz w:val="28"/>
          <w:szCs w:val="28"/>
        </w:rPr>
        <w:t>Работы, связанные с обеспечением торфяным топливом объектов жилищно-коммунального хозяйства поселков предприятий, включая организации и учреждения бюджетной сферы (детские сады, школы, больницы).</w:t>
      </w:r>
    </w:p>
    <w:p w:rsidR="000C183C" w:rsidRPr="000C183C" w:rsidRDefault="000C183C" w:rsidP="000C183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C183C">
        <w:rPr>
          <w:rFonts w:ascii="Times New Roman" w:hAnsi="Times New Roman"/>
          <w:sz w:val="28"/>
          <w:szCs w:val="28"/>
        </w:rPr>
        <w:t xml:space="preserve">5. Работы по обслуживанию очистных сооружений </w:t>
      </w:r>
      <w:proofErr w:type="spellStart"/>
      <w:r w:rsidRPr="000C183C">
        <w:rPr>
          <w:rFonts w:ascii="Times New Roman" w:hAnsi="Times New Roman"/>
          <w:sz w:val="28"/>
          <w:szCs w:val="28"/>
        </w:rPr>
        <w:t>торфопредприятий</w:t>
      </w:r>
      <w:proofErr w:type="spellEnd"/>
      <w:r w:rsidRPr="000C183C">
        <w:rPr>
          <w:rFonts w:ascii="Times New Roman" w:hAnsi="Times New Roman"/>
          <w:sz w:val="28"/>
          <w:szCs w:val="28"/>
        </w:rPr>
        <w:t>.</w:t>
      </w:r>
    </w:p>
    <w:p w:rsidR="000C183C" w:rsidRPr="000C183C" w:rsidRDefault="00070568" w:rsidP="000C183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</w:t>
      </w:r>
      <w:r w:rsidR="000C183C" w:rsidRPr="000C183C">
        <w:rPr>
          <w:rFonts w:ascii="Times New Roman" w:hAnsi="Times New Roman"/>
          <w:sz w:val="28"/>
          <w:szCs w:val="28"/>
        </w:rPr>
        <w:t xml:space="preserve">Работа транспорта по доставке работников для выполнения работ, предусмотренных настоящим </w:t>
      </w:r>
      <w:r>
        <w:rPr>
          <w:rFonts w:ascii="Times New Roman" w:hAnsi="Times New Roman"/>
          <w:sz w:val="28"/>
          <w:szCs w:val="28"/>
        </w:rPr>
        <w:t>р</w:t>
      </w:r>
      <w:r w:rsidR="000C183C" w:rsidRPr="000C183C">
        <w:rPr>
          <w:rFonts w:ascii="Times New Roman" w:hAnsi="Times New Roman"/>
          <w:sz w:val="28"/>
          <w:szCs w:val="28"/>
        </w:rPr>
        <w:t>егиональным перечнем.</w:t>
      </w:r>
    </w:p>
    <w:p w:rsidR="000C183C" w:rsidRPr="000C183C" w:rsidRDefault="000C183C" w:rsidP="000C183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C183C">
        <w:rPr>
          <w:rFonts w:ascii="Times New Roman" w:hAnsi="Times New Roman"/>
          <w:sz w:val="28"/>
          <w:szCs w:val="28"/>
        </w:rPr>
        <w:t>7. Работы по охране объектов торфяной отрасли.</w:t>
      </w:r>
    </w:p>
    <w:p w:rsidR="000C183C" w:rsidRPr="000C183C" w:rsidRDefault="000C183C" w:rsidP="000C183C">
      <w:pPr>
        <w:jc w:val="center"/>
        <w:rPr>
          <w:rFonts w:ascii="Times New Roman" w:hAnsi="Times New Roman"/>
          <w:sz w:val="28"/>
          <w:szCs w:val="28"/>
        </w:rPr>
      </w:pPr>
    </w:p>
    <w:p w:rsidR="000C183C" w:rsidRPr="000C183C" w:rsidRDefault="000C183C" w:rsidP="000C183C">
      <w:pPr>
        <w:jc w:val="center"/>
        <w:rPr>
          <w:rFonts w:ascii="Times New Roman" w:hAnsi="Times New Roman"/>
          <w:sz w:val="28"/>
          <w:szCs w:val="28"/>
        </w:rPr>
      </w:pPr>
    </w:p>
    <w:p w:rsidR="00F149DD" w:rsidRPr="00190FF9" w:rsidRDefault="000C183C" w:rsidP="000C183C">
      <w:pPr>
        <w:jc w:val="center"/>
        <w:rPr>
          <w:rFonts w:ascii="Times New Roman" w:hAnsi="Times New Roman"/>
          <w:sz w:val="28"/>
          <w:szCs w:val="28"/>
        </w:rPr>
      </w:pPr>
      <w:r w:rsidRPr="000C183C">
        <w:rPr>
          <w:rFonts w:ascii="Times New Roman" w:hAnsi="Times New Roman"/>
          <w:sz w:val="28"/>
          <w:szCs w:val="28"/>
        </w:rPr>
        <w:t>____________</w:t>
      </w:r>
    </w:p>
    <w:sectPr w:rsidR="00F149DD" w:rsidRPr="00190FF9" w:rsidSect="00070568">
      <w:headerReference w:type="default" r:id="rId11"/>
      <w:type w:val="continuous"/>
      <w:pgSz w:w="11907" w:h="16834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B02" w:rsidRDefault="00954B02">
      <w:r>
        <w:separator/>
      </w:r>
    </w:p>
  </w:endnote>
  <w:endnote w:type="continuationSeparator" w:id="0">
    <w:p w:rsidR="00954B02" w:rsidRDefault="0095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 w:rsidTr="002C7AB6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E3BD8">
          <w:pPr>
            <w:pStyle w:val="a6"/>
          </w:pPr>
          <w:r>
            <w:rPr>
              <w:noProof/>
            </w:rPr>
            <w:drawing>
              <wp:inline distT="0" distB="0" distL="0" distR="0" wp14:anchorId="635EEF63" wp14:editId="4C128846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2C7AB6" w:rsidRDefault="006E3BD8" w:rsidP="002C7A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7E02C110" wp14:editId="4AB588A2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2C7AB6" w:rsidRDefault="00070568" w:rsidP="002C7AB6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1627  06.03.2019 15:37:43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2C7AB6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2C7AB6" w:rsidRDefault="00876034" w:rsidP="002C7A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2C7AB6" w:rsidTr="002C7AB6">
      <w:tc>
        <w:tcPr>
          <w:tcW w:w="2538" w:type="dxa"/>
        </w:tcPr>
        <w:p w:rsidR="00876034" w:rsidRPr="002C7AB6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2C7AB6" w:rsidRDefault="00876034" w:rsidP="002C7AB6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2C7AB6" w:rsidRDefault="00876034" w:rsidP="002C7AB6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2C7AB6" w:rsidRDefault="00876034" w:rsidP="002C7AB6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B02" w:rsidRDefault="00954B02">
      <w:r>
        <w:separator/>
      </w:r>
    </w:p>
  </w:footnote>
  <w:footnote w:type="continuationSeparator" w:id="0">
    <w:p w:rsidR="00954B02" w:rsidRDefault="00954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E41013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7pt;height:11.3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sPYWNFlHAm/QqvFgYXV0CtGe4c=" w:salt="LVt0DRFMm+pgfa1SzLfIdQ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D8"/>
    <w:rsid w:val="0001360F"/>
    <w:rsid w:val="000331B3"/>
    <w:rsid w:val="00033413"/>
    <w:rsid w:val="00037C0C"/>
    <w:rsid w:val="000502A3"/>
    <w:rsid w:val="00053FB1"/>
    <w:rsid w:val="00056DEB"/>
    <w:rsid w:val="00070568"/>
    <w:rsid w:val="00073A7A"/>
    <w:rsid w:val="00076D5E"/>
    <w:rsid w:val="00084DD3"/>
    <w:rsid w:val="000917C0"/>
    <w:rsid w:val="000B0736"/>
    <w:rsid w:val="000C183C"/>
    <w:rsid w:val="00122CFD"/>
    <w:rsid w:val="00151370"/>
    <w:rsid w:val="00162E72"/>
    <w:rsid w:val="00175BE5"/>
    <w:rsid w:val="001850F4"/>
    <w:rsid w:val="00186B77"/>
    <w:rsid w:val="00190FF9"/>
    <w:rsid w:val="001947BE"/>
    <w:rsid w:val="001A2328"/>
    <w:rsid w:val="001A560F"/>
    <w:rsid w:val="001B0982"/>
    <w:rsid w:val="001B32BA"/>
    <w:rsid w:val="001D264E"/>
    <w:rsid w:val="001E0317"/>
    <w:rsid w:val="001E20F1"/>
    <w:rsid w:val="001F12E8"/>
    <w:rsid w:val="001F228C"/>
    <w:rsid w:val="001F64B8"/>
    <w:rsid w:val="001F7C83"/>
    <w:rsid w:val="00203046"/>
    <w:rsid w:val="00205AB5"/>
    <w:rsid w:val="00216C9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923DB"/>
    <w:rsid w:val="002953B6"/>
    <w:rsid w:val="002B7A59"/>
    <w:rsid w:val="002C6B4B"/>
    <w:rsid w:val="002C7AB6"/>
    <w:rsid w:val="002E51A7"/>
    <w:rsid w:val="002E5A5F"/>
    <w:rsid w:val="002F1E81"/>
    <w:rsid w:val="00310D92"/>
    <w:rsid w:val="003160CB"/>
    <w:rsid w:val="003222A3"/>
    <w:rsid w:val="00341BD8"/>
    <w:rsid w:val="00360A40"/>
    <w:rsid w:val="003870C2"/>
    <w:rsid w:val="003D3B8A"/>
    <w:rsid w:val="003D54F8"/>
    <w:rsid w:val="003F4F5E"/>
    <w:rsid w:val="00400906"/>
    <w:rsid w:val="00402933"/>
    <w:rsid w:val="00417816"/>
    <w:rsid w:val="0042590E"/>
    <w:rsid w:val="00437F65"/>
    <w:rsid w:val="00460FEA"/>
    <w:rsid w:val="004734B7"/>
    <w:rsid w:val="00481B88"/>
    <w:rsid w:val="00485B4F"/>
    <w:rsid w:val="004862D1"/>
    <w:rsid w:val="004902EE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51E4E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23C5"/>
    <w:rsid w:val="0060479E"/>
    <w:rsid w:val="00604BE7"/>
    <w:rsid w:val="00616AED"/>
    <w:rsid w:val="006329C1"/>
    <w:rsid w:val="00632A4F"/>
    <w:rsid w:val="00632B56"/>
    <w:rsid w:val="006351E3"/>
    <w:rsid w:val="00644236"/>
    <w:rsid w:val="006471E5"/>
    <w:rsid w:val="0067044F"/>
    <w:rsid w:val="00671D3B"/>
    <w:rsid w:val="00684A5B"/>
    <w:rsid w:val="006A1F71"/>
    <w:rsid w:val="006E3BD8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74253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32E3C"/>
    <w:rsid w:val="00954B02"/>
    <w:rsid w:val="009573D3"/>
    <w:rsid w:val="00974580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6F84"/>
    <w:rsid w:val="00AC3953"/>
    <w:rsid w:val="00AC3AF8"/>
    <w:rsid w:val="00AC7150"/>
    <w:rsid w:val="00AE1DCA"/>
    <w:rsid w:val="00AF5F7C"/>
    <w:rsid w:val="00B02207"/>
    <w:rsid w:val="00B03403"/>
    <w:rsid w:val="00B10324"/>
    <w:rsid w:val="00B175F1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6BC3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E6E40"/>
    <w:rsid w:val="00CF03D8"/>
    <w:rsid w:val="00CF50A2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DF5BC3"/>
    <w:rsid w:val="00E10B44"/>
    <w:rsid w:val="00E11F02"/>
    <w:rsid w:val="00E2726B"/>
    <w:rsid w:val="00E37801"/>
    <w:rsid w:val="00E41013"/>
    <w:rsid w:val="00E46EAA"/>
    <w:rsid w:val="00E5038C"/>
    <w:rsid w:val="00E50B69"/>
    <w:rsid w:val="00E5298B"/>
    <w:rsid w:val="00E56EFB"/>
    <w:rsid w:val="00E6458F"/>
    <w:rsid w:val="00E66116"/>
    <w:rsid w:val="00E7242D"/>
    <w:rsid w:val="00E87E25"/>
    <w:rsid w:val="00EA04F1"/>
    <w:rsid w:val="00EA2FD3"/>
    <w:rsid w:val="00EB7CE9"/>
    <w:rsid w:val="00EC433F"/>
    <w:rsid w:val="00ED1FDE"/>
    <w:rsid w:val="00F06EFB"/>
    <w:rsid w:val="00F149DD"/>
    <w:rsid w:val="00F1529E"/>
    <w:rsid w:val="00F16F07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86;&#1089;&#1090;&#1099;&#1088;&#1080;&#1085;&#1072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2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Анна Олеговна Костырина</dc:creator>
  <cp:lastModifiedBy>Дягилева М.А.</cp:lastModifiedBy>
  <cp:revision>8</cp:revision>
  <cp:lastPrinted>2008-04-23T08:17:00Z</cp:lastPrinted>
  <dcterms:created xsi:type="dcterms:W3CDTF">2019-01-25T09:07:00Z</dcterms:created>
  <dcterms:modified xsi:type="dcterms:W3CDTF">2019-04-10T06:31:00Z</dcterms:modified>
</cp:coreProperties>
</file>